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153" w:rsidRDefault="00920153" w:rsidP="00CE137F">
      <w:hyperlink r:id="rId4" w:history="1">
        <w:r w:rsidRPr="00340765">
          <w:rPr>
            <w:rStyle w:val="Hyperlink"/>
          </w:rPr>
          <w:t>http://www.gwc.maricopa.edu/class/bio202/cyberheart/anthrt.htm</w:t>
        </w:r>
      </w:hyperlink>
      <w:r>
        <w:t xml:space="preserve"> (Virtual Dissection)</w:t>
      </w:r>
    </w:p>
    <w:p w:rsidR="00920153" w:rsidRDefault="00920153" w:rsidP="00CE137F">
      <w:hyperlink r:id="rId5" w:history="1">
        <w:r w:rsidRPr="00340765">
          <w:rPr>
            <w:rStyle w:val="Hyperlink"/>
          </w:rPr>
          <w:t>http://www.gwc.maricopa.edu/class/bio202/cyberheart/hartint0.htm</w:t>
        </w:r>
      </w:hyperlink>
      <w:r>
        <w:t xml:space="preserve"> (Test)</w:t>
      </w:r>
    </w:p>
    <w:p w:rsidR="00920153" w:rsidRDefault="00920153" w:rsidP="00CE137F">
      <w:hyperlink r:id="rId6" w:history="1">
        <w:r w:rsidRPr="00340765">
          <w:rPr>
            <w:rStyle w:val="Hyperlink"/>
          </w:rPr>
          <w:t>http://www.deconstructdesign.com/st_projects/mm_mania_2003/the_heart/base.htm</w:t>
        </w:r>
      </w:hyperlink>
      <w:r>
        <w:t xml:space="preserve"> (Video)</w:t>
      </w:r>
    </w:p>
    <w:p w:rsidR="00920153" w:rsidRDefault="00920153" w:rsidP="00CE137F">
      <w:hyperlink r:id="rId7" w:history="1">
        <w:r w:rsidRPr="00340765">
          <w:rPr>
            <w:rStyle w:val="Hyperlink"/>
          </w:rPr>
          <w:t>http://anatomy.med.umich.edu/cardiovascular_system/heart_vid.html</w:t>
        </w:r>
      </w:hyperlink>
      <w:r>
        <w:t xml:space="preserve"> (video 2)</w:t>
      </w:r>
    </w:p>
    <w:p w:rsidR="00920153" w:rsidRDefault="00920153" w:rsidP="00CE137F">
      <w:hyperlink r:id="rId8" w:history="1">
        <w:r w:rsidRPr="00011E3B">
          <w:rPr>
            <w:rStyle w:val="Hyperlink"/>
          </w:rPr>
          <w:t>http://www.zerobio.com/videos/dissect_sheepheart1.html</w:t>
        </w:r>
      </w:hyperlink>
    </w:p>
    <w:p w:rsidR="00920153" w:rsidRPr="00D857D1" w:rsidRDefault="00920153" w:rsidP="00CE137F"/>
    <w:p w:rsidR="00920153" w:rsidRDefault="00920153" w:rsidP="00CE137F"/>
    <w:p w:rsidR="00920153" w:rsidRPr="00CE137F" w:rsidRDefault="00920153" w:rsidP="00CE137F"/>
    <w:sectPr w:rsidR="00920153" w:rsidRPr="00CE137F" w:rsidSect="00D040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137F"/>
    <w:rsid w:val="00011E3B"/>
    <w:rsid w:val="002A5989"/>
    <w:rsid w:val="002F1FC4"/>
    <w:rsid w:val="00340765"/>
    <w:rsid w:val="00413E48"/>
    <w:rsid w:val="00553460"/>
    <w:rsid w:val="006C6499"/>
    <w:rsid w:val="007F2839"/>
    <w:rsid w:val="008E6E88"/>
    <w:rsid w:val="00920153"/>
    <w:rsid w:val="00BC51FB"/>
    <w:rsid w:val="00CC6C35"/>
    <w:rsid w:val="00CE137F"/>
    <w:rsid w:val="00D040DB"/>
    <w:rsid w:val="00D85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0D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53460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D857D1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erobio.com/videos/dissect_sheepheart1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anatomy.med.umich.edu/cardiovascular_system/heart_vid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econstructdesign.com/st_projects/mm_mania_2003/the_heart/base.htm" TargetMode="External"/><Relationship Id="rId5" Type="http://schemas.openxmlformats.org/officeDocument/2006/relationships/hyperlink" Target="http://www.gwc.maricopa.edu/class/bio202/cyberheart/hartint0.htm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gwc.maricopa.edu/class/bio202/cyberheart/anthrt.ht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101</TotalTime>
  <Pages>1</Pages>
  <Words>116</Words>
  <Characters>664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 Marcoux</dc:creator>
  <cp:keywords/>
  <dc:description/>
  <cp:lastModifiedBy>Administrator</cp:lastModifiedBy>
  <cp:revision>5</cp:revision>
  <dcterms:created xsi:type="dcterms:W3CDTF">2008-11-03T01:52:00Z</dcterms:created>
  <dcterms:modified xsi:type="dcterms:W3CDTF">2008-11-04T20:46:00Z</dcterms:modified>
</cp:coreProperties>
</file>